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194" w:rsidRPr="00E960BB" w:rsidRDefault="00997F14" w:rsidP="007A619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A6194" w:rsidRPr="00E960BB">
        <w:rPr>
          <w:rFonts w:ascii="Corbel" w:hAnsi="Corbel"/>
          <w:bCs/>
          <w:i/>
        </w:rPr>
        <w:t>Załącznik nr 1.5 do Zarządzenia Rektora UR  nr 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84F7E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174EBB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084F7E" w:rsidRDefault="00445970" w:rsidP="00084F7E">
      <w:pPr>
        <w:spacing w:after="0" w:line="240" w:lineRule="auto"/>
        <w:ind w:left="2836" w:firstLine="709"/>
        <w:rPr>
          <w:rFonts w:ascii="Corbel" w:hAnsi="Corbel"/>
          <w:sz w:val="24"/>
          <w:szCs w:val="24"/>
        </w:rPr>
      </w:pPr>
      <w:bookmarkStart w:id="0" w:name="_GoBack"/>
      <w:bookmarkEnd w:id="0"/>
      <w:r>
        <w:rPr>
          <w:rFonts w:ascii="Corbel" w:hAnsi="Corbel"/>
          <w:sz w:val="20"/>
          <w:szCs w:val="20"/>
        </w:rPr>
        <w:t>R</w:t>
      </w:r>
      <w:r w:rsidR="009A7635">
        <w:rPr>
          <w:rFonts w:ascii="Corbel" w:hAnsi="Corbel"/>
          <w:sz w:val="20"/>
          <w:szCs w:val="20"/>
        </w:rPr>
        <w:t xml:space="preserve">ok </w:t>
      </w:r>
      <w:r w:rsidR="000E4B18">
        <w:rPr>
          <w:rFonts w:ascii="Corbel" w:hAnsi="Corbel"/>
          <w:sz w:val="20"/>
          <w:szCs w:val="20"/>
        </w:rPr>
        <w:t xml:space="preserve">akademicki </w:t>
      </w:r>
      <w:r w:rsidR="00084F7E">
        <w:rPr>
          <w:rFonts w:ascii="Corbel" w:hAnsi="Corbel"/>
          <w:sz w:val="24"/>
          <w:szCs w:val="24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174EB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74EBB" w:rsidRDefault="00C95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4EBB">
              <w:rPr>
                <w:rFonts w:ascii="Corbel" w:hAnsi="Corbel"/>
                <w:sz w:val="24"/>
                <w:szCs w:val="24"/>
              </w:rPr>
              <w:t>Podstawy negocjacji i mediacji w administracji</w:t>
            </w:r>
          </w:p>
        </w:tc>
      </w:tr>
      <w:tr w:rsidR="0085747A" w:rsidRPr="009C54AE" w:rsidTr="00174EB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283D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3D6A">
              <w:rPr>
                <w:rFonts w:ascii="Corbel" w:hAnsi="Corbel"/>
                <w:b w:val="0"/>
                <w:sz w:val="24"/>
                <w:szCs w:val="24"/>
              </w:rPr>
              <w:t>PRA19</w:t>
            </w:r>
          </w:p>
        </w:tc>
      </w:tr>
      <w:tr w:rsidR="0085747A" w:rsidRPr="009C54AE" w:rsidTr="00174EBB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95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174EBB" w:rsidRPr="009C54AE" w:rsidTr="00174EBB">
        <w:tc>
          <w:tcPr>
            <w:tcW w:w="2694" w:type="dxa"/>
            <w:vAlign w:val="center"/>
          </w:tcPr>
          <w:p w:rsidR="00174EBB" w:rsidRPr="009C54AE" w:rsidRDefault="00174EBB" w:rsidP="00174E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74EBB" w:rsidRPr="009C54AE" w:rsidRDefault="00174EBB" w:rsidP="00174E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174EBB" w:rsidRPr="009C54AE" w:rsidTr="00174EBB">
        <w:tc>
          <w:tcPr>
            <w:tcW w:w="2694" w:type="dxa"/>
            <w:vAlign w:val="center"/>
          </w:tcPr>
          <w:p w:rsidR="00174EBB" w:rsidRPr="009C54AE" w:rsidRDefault="00174EBB" w:rsidP="00174E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74EBB" w:rsidRPr="009C54AE" w:rsidRDefault="00174EBB" w:rsidP="00174E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174EBB" w:rsidRPr="009C54AE" w:rsidTr="00174EBB">
        <w:tc>
          <w:tcPr>
            <w:tcW w:w="2694" w:type="dxa"/>
            <w:vAlign w:val="center"/>
          </w:tcPr>
          <w:p w:rsidR="00174EBB" w:rsidRPr="009C54AE" w:rsidRDefault="00174EBB" w:rsidP="00174E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74EBB" w:rsidRPr="009C54AE" w:rsidRDefault="00174EBB" w:rsidP="00174E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174EBB" w:rsidRPr="009C54AE" w:rsidTr="00174EBB">
        <w:tc>
          <w:tcPr>
            <w:tcW w:w="2694" w:type="dxa"/>
            <w:vAlign w:val="center"/>
          </w:tcPr>
          <w:p w:rsidR="00174EBB" w:rsidRPr="009C54AE" w:rsidRDefault="00174EBB" w:rsidP="00174E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74EBB" w:rsidRPr="009C54AE" w:rsidRDefault="00174EBB" w:rsidP="00174E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74EBB" w:rsidRPr="009C54AE" w:rsidTr="00174EBB">
        <w:tc>
          <w:tcPr>
            <w:tcW w:w="2694" w:type="dxa"/>
            <w:vAlign w:val="center"/>
          </w:tcPr>
          <w:p w:rsidR="00174EBB" w:rsidRPr="009C54AE" w:rsidRDefault="00174EBB" w:rsidP="00174E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74EBB" w:rsidRPr="009C54AE" w:rsidRDefault="00174EBB" w:rsidP="00174E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31B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174EBB" w:rsidRPr="009C54AE" w:rsidTr="00174EBB">
        <w:tc>
          <w:tcPr>
            <w:tcW w:w="2694" w:type="dxa"/>
            <w:vAlign w:val="center"/>
          </w:tcPr>
          <w:p w:rsidR="00174EBB" w:rsidRPr="009C54AE" w:rsidRDefault="00174EBB" w:rsidP="00174E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74EBB" w:rsidRPr="009C54AE" w:rsidRDefault="00174EBB" w:rsidP="00174E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174EBB" w:rsidRPr="009C54AE" w:rsidTr="00174EBB">
        <w:tc>
          <w:tcPr>
            <w:tcW w:w="2694" w:type="dxa"/>
            <w:vAlign w:val="center"/>
          </w:tcPr>
          <w:p w:rsidR="00174EBB" w:rsidRPr="009C54AE" w:rsidRDefault="00174EBB" w:rsidP="00174E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74EBB" w:rsidRPr="009C54AE" w:rsidRDefault="00174EBB" w:rsidP="00174E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174EBB" w:rsidRPr="009C54AE" w:rsidTr="00174EBB">
        <w:tc>
          <w:tcPr>
            <w:tcW w:w="2694" w:type="dxa"/>
            <w:vAlign w:val="center"/>
          </w:tcPr>
          <w:p w:rsidR="00174EBB" w:rsidRPr="009C54AE" w:rsidRDefault="00174EBB" w:rsidP="00174E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74EBB" w:rsidRPr="009C54AE" w:rsidRDefault="00174EBB" w:rsidP="00174E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74EBB" w:rsidRPr="009C54AE" w:rsidTr="00174EBB">
        <w:tc>
          <w:tcPr>
            <w:tcW w:w="2694" w:type="dxa"/>
            <w:vAlign w:val="center"/>
          </w:tcPr>
          <w:p w:rsidR="00174EBB" w:rsidRPr="009C54AE" w:rsidRDefault="00174EBB" w:rsidP="00174E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74EBB" w:rsidRPr="009C54AE" w:rsidRDefault="00174EBB" w:rsidP="00174E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2C6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hab. Władysław </w:t>
            </w:r>
            <w:proofErr w:type="spellStart"/>
            <w:r w:rsidRPr="00462C61">
              <w:rPr>
                <w:rFonts w:ascii="Corbel" w:hAnsi="Corbel"/>
                <w:b w:val="0"/>
                <w:bCs/>
                <w:sz w:val="24"/>
                <w:szCs w:val="24"/>
              </w:rPr>
              <w:t>Wlaźlak</w:t>
            </w:r>
            <w:proofErr w:type="spellEnd"/>
            <w:r w:rsidRPr="00462C61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</w:p>
        </w:tc>
      </w:tr>
      <w:tr w:rsidR="00174EBB" w:rsidRPr="009C54AE" w:rsidTr="00174EBB">
        <w:tc>
          <w:tcPr>
            <w:tcW w:w="2694" w:type="dxa"/>
            <w:vAlign w:val="center"/>
          </w:tcPr>
          <w:p w:rsidR="00174EBB" w:rsidRPr="009C54AE" w:rsidRDefault="00174EBB" w:rsidP="00174E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74EBB" w:rsidRPr="009C54AE" w:rsidRDefault="00174EBB" w:rsidP="00174E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Marta Paszek</w:t>
            </w:r>
          </w:p>
        </w:tc>
      </w:tr>
    </w:tbl>
    <w:p w:rsidR="0085747A" w:rsidRPr="009C54AE" w:rsidRDefault="0085747A" w:rsidP="00174EBB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9C54AE" w:rsidTr="00174EB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174E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174E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74E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74E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74E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74E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74E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74E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74E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74E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74E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74EB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4F62" w:rsidP="00174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31B0" w:rsidP="00174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31B0" w:rsidP="00174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74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74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74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74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74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74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4B18" w:rsidP="00174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74EBB" w:rsidRDefault="00174EB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85747A" w:rsidRPr="009C54AE" w:rsidRDefault="00C950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0E4B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950F6" w:rsidRPr="00C950F6" w:rsidRDefault="00C950F6" w:rsidP="00C950F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Wykład – egzamin </w:t>
      </w:r>
      <w:r w:rsidRPr="00C950F6">
        <w:rPr>
          <w:rFonts w:ascii="Corbel" w:hAnsi="Corbel"/>
          <w:szCs w:val="24"/>
        </w:rPr>
        <w:t>; forma pisemna (test)</w:t>
      </w:r>
    </w:p>
    <w:p w:rsidR="00C950F6" w:rsidRPr="00C950F6" w:rsidRDefault="00C950F6" w:rsidP="00C950F6">
      <w:pPr>
        <w:pStyle w:val="Punktygwne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</w:t>
      </w:r>
      <w:r w:rsidRPr="00C950F6">
        <w:rPr>
          <w:rFonts w:ascii="Corbel" w:hAnsi="Corbel"/>
          <w:szCs w:val="24"/>
        </w:rPr>
        <w:t>ćwiczenia – zaliczenie – kolokwium</w:t>
      </w:r>
      <w:r>
        <w:rPr>
          <w:rFonts w:ascii="Corbel" w:hAnsi="Corbel"/>
          <w:szCs w:val="24"/>
        </w:rPr>
        <w:t xml:space="preserve"> (test)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174EBB" w:rsidRPr="009C54AE" w:rsidRDefault="00174EB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07899" w:rsidP="00B07899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7899">
              <w:rPr>
                <w:rFonts w:ascii="Corbel" w:hAnsi="Corbel"/>
                <w:color w:val="000000"/>
                <w:szCs w:val="24"/>
              </w:rPr>
              <w:t>Podstawowa wiedza z zakresu psychologii, socjologii, komunikacji i prawa administracyjnego.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:rsidTr="00B07899">
        <w:tc>
          <w:tcPr>
            <w:tcW w:w="845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5747A" w:rsidRPr="009C54AE" w:rsidRDefault="00B078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07899">
              <w:rPr>
                <w:rFonts w:ascii="Corbel" w:hAnsi="Corbel"/>
                <w:b w:val="0"/>
                <w:i/>
                <w:sz w:val="24"/>
                <w:szCs w:val="24"/>
              </w:rPr>
              <w:t>Zapoznanie studentów z wiedzą dotyczącą komunikacji interpersonalnej, psychologii konfliktu oraz negocjacji i mediacji. Celem wykładu jest przekazanie wiedzy z zakresu radzenia sobie w sytuacjach konfliktowych, jakie pojawić się mogą nie tylko w organizacjach publicznych, lecz także w różnych sytuacjach życiowych i zawodowych. Student powinien poznać różne metody i techniki negocjacji i mediacji. Powinien być przygotowany do samodzielnego prowadzenia negocjacji.</w:t>
            </w:r>
          </w:p>
        </w:tc>
      </w:tr>
    </w:tbl>
    <w:p w:rsidR="00174EBB" w:rsidRDefault="00174EBB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B07899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B07899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wymienia i charakteryzuje główne techniki negocjacji</w:t>
            </w:r>
          </w:p>
        </w:tc>
        <w:tc>
          <w:tcPr>
            <w:tcW w:w="1865" w:type="dxa"/>
          </w:tcPr>
          <w:p w:rsidR="0085747A" w:rsidRPr="009C54AE" w:rsidRDefault="00FD4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629C6">
              <w:rPr>
                <w:rFonts w:ascii="Corbel" w:hAnsi="Corbel"/>
                <w:b w:val="0"/>
                <w:smallCaps w:val="0"/>
                <w:szCs w:val="24"/>
              </w:rPr>
              <w:t>1, K_W07</w:t>
            </w:r>
          </w:p>
        </w:tc>
      </w:tr>
      <w:tr w:rsidR="0085747A" w:rsidRPr="009C54AE" w:rsidTr="00B07899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definiuje, charakteryzuje i wyjaśnia podstawowe pojęcia związane z negocjacją i  mediacją</w:t>
            </w:r>
          </w:p>
        </w:tc>
        <w:tc>
          <w:tcPr>
            <w:tcW w:w="1865" w:type="dxa"/>
          </w:tcPr>
          <w:p w:rsidR="0085747A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  <w:r w:rsidR="00A573CB">
              <w:rPr>
                <w:rFonts w:ascii="Corbel" w:hAnsi="Corbel"/>
                <w:b w:val="0"/>
                <w:smallCaps w:val="0"/>
                <w:szCs w:val="24"/>
              </w:rPr>
              <w:t>, K_U01 K_U03</w:t>
            </w:r>
          </w:p>
        </w:tc>
      </w:tr>
      <w:tr w:rsidR="00B07899" w:rsidRPr="009C54AE" w:rsidTr="00B07899">
        <w:tc>
          <w:tcPr>
            <w:tcW w:w="1681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wskazuje, dobiera modele i style negocjacji w zależności od zaistniałej sytuacji konfliktowej</w:t>
            </w:r>
          </w:p>
        </w:tc>
        <w:tc>
          <w:tcPr>
            <w:tcW w:w="1865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  <w:r w:rsidR="00C629C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9C54AE" w:rsidTr="00B07899">
        <w:tc>
          <w:tcPr>
            <w:tcW w:w="1681" w:type="dxa"/>
          </w:tcPr>
          <w:p w:rsidR="0085747A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85747A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poddaje krytyce poszczególne metody i techniki negocjacji, potrafi przedstawiać własne stanowisko wobec zaistniałych uwarunkowań</w:t>
            </w:r>
          </w:p>
        </w:tc>
        <w:tc>
          <w:tcPr>
            <w:tcW w:w="1865" w:type="dxa"/>
          </w:tcPr>
          <w:p w:rsidR="0085747A" w:rsidRPr="009C54AE" w:rsidRDefault="00FD4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B07899" w:rsidRPr="009C54AE" w:rsidTr="00B07899">
        <w:tc>
          <w:tcPr>
            <w:tcW w:w="1681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zauważa powstanie sytuacji konfliktowych, odkrywa ich naturę, rozpoznaje przyczyny i wykorzystuje znajomość sposobów ich rozwiązywania</w:t>
            </w:r>
          </w:p>
        </w:tc>
        <w:tc>
          <w:tcPr>
            <w:tcW w:w="1865" w:type="dxa"/>
          </w:tcPr>
          <w:p w:rsidR="00B07899" w:rsidRPr="009C54AE" w:rsidRDefault="00FD4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07899" w:rsidRPr="009C54AE" w:rsidTr="00B07899">
        <w:tc>
          <w:tcPr>
            <w:tcW w:w="1681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nabywa zasadnicze umiejętności przygotowania, prowadzenie i zakończenia negocjacji</w:t>
            </w:r>
          </w:p>
        </w:tc>
        <w:tc>
          <w:tcPr>
            <w:tcW w:w="1865" w:type="dxa"/>
          </w:tcPr>
          <w:p w:rsidR="00B07899" w:rsidRPr="009C54AE" w:rsidRDefault="00C629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K_U07, </w:t>
            </w:r>
            <w:r w:rsidR="00B07899" w:rsidRPr="00B078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CC3070">
              <w:rPr>
                <w:rFonts w:ascii="Corbel" w:hAnsi="Corbel"/>
                <w:b w:val="0"/>
                <w:smallCaps w:val="0"/>
                <w:szCs w:val="24"/>
              </w:rPr>
              <w:t>, K_U11</w:t>
            </w:r>
            <w:r w:rsidR="00A573CB">
              <w:rPr>
                <w:rFonts w:ascii="Corbel" w:hAnsi="Corbel"/>
                <w:b w:val="0"/>
                <w:smallCaps w:val="0"/>
                <w:szCs w:val="24"/>
              </w:rPr>
              <w:t>, K_U13</w:t>
            </w:r>
          </w:p>
        </w:tc>
      </w:tr>
      <w:tr w:rsidR="00B07899" w:rsidRPr="009C54AE" w:rsidTr="00B07899">
        <w:tc>
          <w:tcPr>
            <w:tcW w:w="1681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nabywa i rozwija umiejętność skutecznej komunikacji</w:t>
            </w:r>
          </w:p>
        </w:tc>
        <w:tc>
          <w:tcPr>
            <w:tcW w:w="1865" w:type="dxa"/>
          </w:tcPr>
          <w:p w:rsidR="00B07899" w:rsidRPr="009C54AE" w:rsidRDefault="00A573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K_U15, </w:t>
            </w:r>
            <w:r w:rsidR="00CC307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07899" w:rsidRPr="009C54AE" w:rsidTr="00B07899">
        <w:tc>
          <w:tcPr>
            <w:tcW w:w="1681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dyskutuje o pojęciach i instytucjach związanych z negocjacją i mediacją</w:t>
            </w:r>
          </w:p>
        </w:tc>
        <w:tc>
          <w:tcPr>
            <w:tcW w:w="1865" w:type="dxa"/>
          </w:tcPr>
          <w:p w:rsidR="00B07899" w:rsidRPr="009C54AE" w:rsidRDefault="00FD4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07899" w:rsidRPr="009C54AE" w:rsidTr="00B07899">
        <w:tc>
          <w:tcPr>
            <w:tcW w:w="1681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zachowuje otwartość na poglądy i postawy</w:t>
            </w:r>
          </w:p>
        </w:tc>
        <w:tc>
          <w:tcPr>
            <w:tcW w:w="1865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  <w:r w:rsidR="00A573CB">
              <w:rPr>
                <w:rFonts w:ascii="Corbel" w:hAnsi="Corbel"/>
                <w:b w:val="0"/>
                <w:smallCaps w:val="0"/>
                <w:szCs w:val="24"/>
              </w:rPr>
              <w:t>, K_K08</w:t>
            </w:r>
          </w:p>
        </w:tc>
      </w:tr>
      <w:tr w:rsidR="00B07899" w:rsidRPr="009C54AE" w:rsidTr="00B07899">
        <w:tc>
          <w:tcPr>
            <w:tcW w:w="1681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B07899" w:rsidRPr="009C54AE" w:rsidRDefault="00B078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wykorzystuje poznane metody i techniki w różnych sytuacjach życiowych</w:t>
            </w:r>
          </w:p>
        </w:tc>
        <w:tc>
          <w:tcPr>
            <w:tcW w:w="1865" w:type="dxa"/>
          </w:tcPr>
          <w:p w:rsidR="00B07899" w:rsidRPr="009C54AE" w:rsidRDefault="00A573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K_U17, </w:t>
            </w:r>
            <w:r w:rsidR="00FD434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Konflikty, ich geneza i rodzaje. Zarządzanie konfliktami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Negocjacje i ich istota. Modele negocjacji. Negocjacje w sferze publicznej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i ich rodzaje. Koncyliacja. Rola mediatora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Podstawy prawne negocjacji i mediacji w sferze publicznej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i negocjacje a struktury administracji publicznej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Formy i metody działania administracji stosowane w negocjacjach i mediacjach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1350AD" w:rsidRDefault="001350AD" w:rsidP="001350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Zakres przedmiotowy negocjacji w sferze publicznej:</w:t>
            </w:r>
          </w:p>
          <w:p w:rsidR="001350AD" w:rsidRPr="001350AD" w:rsidRDefault="001350AD" w:rsidP="001350AD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negocjacje prowadzące do zawarcia umów publiczno-prawnych,</w:t>
            </w:r>
          </w:p>
          <w:p w:rsidR="001350AD" w:rsidRPr="001350AD" w:rsidRDefault="001350AD" w:rsidP="001350AD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lastRenderedPageBreak/>
              <w:t>negocjacje w ramach stosunków cywilnoprawnych zawieranych przez podmioty w sferze publicznej,</w:t>
            </w:r>
          </w:p>
          <w:p w:rsidR="001350AD" w:rsidRPr="001350AD" w:rsidRDefault="001350AD" w:rsidP="001350AD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negocjacje w strukturach administracji publicznej,</w:t>
            </w:r>
          </w:p>
          <w:p w:rsidR="001350AD" w:rsidRPr="009C54AE" w:rsidRDefault="001350AD" w:rsidP="001350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negocjacje w stosunkach z obywatelami i adresatami działań administracji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1350AD" w:rsidRDefault="001350AD" w:rsidP="001350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lastRenderedPageBreak/>
              <w:t>Zakres przedmiotowy działań mediacyjnych w sferze publicznej:</w:t>
            </w:r>
          </w:p>
          <w:p w:rsidR="001350AD" w:rsidRPr="001350AD" w:rsidRDefault="001350AD" w:rsidP="001350AD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przed sądem administracyjnym,</w:t>
            </w:r>
          </w:p>
          <w:p w:rsidR="001350AD" w:rsidRPr="009C54AE" w:rsidRDefault="001350AD" w:rsidP="001350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w postępowaniu cywilnym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1350AD" w:rsidRDefault="001350AD" w:rsidP="001350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w postępowaniu administracyjnym i przed organem administracji:</w:t>
            </w:r>
          </w:p>
          <w:p w:rsidR="001350AD" w:rsidRPr="001350AD" w:rsidRDefault="001350AD" w:rsidP="001350AD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prowadzące do zawarcia ugody administracyjnej,</w:t>
            </w:r>
          </w:p>
          <w:p w:rsidR="001350AD" w:rsidRPr="009C54AE" w:rsidRDefault="001350AD" w:rsidP="001350A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prowadzone przy zawieraniu umów regulowanych przepisami prawa materialnego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w świetle prawa karnego i procedury karnej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Komunikacja w procesie negocjacji i mediacji w sferze publicznej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Uwarunkowania procesu negocjacji i mediacji w sferze publicznej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Metody i techniki perswazji oraz wywierania wpływu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Strategie i techniki stosowane w negocjacjach i mediacjach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Sporządzanie dokumentów podczas negocjacji i mediacji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Konflikty, ich geneza i rodzaje. Zarządzanie konfliktami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Negocjacje i ich istota. Modele negocjacji. Negocjacje w sferze publicznej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i ich rodzaje. Koncyliacja. Rola mediatora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Podstawy prawne negocjacji i mediacji w sferze publicznej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i negocjacje a struktury administracji publicznej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Formy i metody działania administracji stosowane w negocjacjach i mediacjach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Zakres przedmiotowy negocjacji w sferze publicznej:</w:t>
            </w:r>
          </w:p>
          <w:p w:rsidR="00EE0053" w:rsidRPr="00EE0053" w:rsidRDefault="00EE0053" w:rsidP="00A573C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negocjacje prowadzące do zawarcia umów publiczno-prawnych,</w:t>
            </w:r>
          </w:p>
          <w:p w:rsidR="00EE0053" w:rsidRPr="00EE0053" w:rsidRDefault="00EE0053" w:rsidP="00A573C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negocjacje w ramach stosunków cywilnoprawnych zawieranych przez podmioty w sferze publicznej,</w:t>
            </w:r>
          </w:p>
          <w:p w:rsidR="00EE0053" w:rsidRPr="00EE0053" w:rsidRDefault="00EE0053" w:rsidP="00A573C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negocjacje w strukturach administracji publicznej,</w:t>
            </w:r>
          </w:p>
          <w:p w:rsidR="00EE0053" w:rsidRPr="00EE0053" w:rsidRDefault="00EE0053" w:rsidP="00A573CB">
            <w:pPr>
              <w:pStyle w:val="Akapitzlist"/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negocjacje w stosunkach z obywatelami i adresatami działań administracji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Zakres przedmiotowy działań mediacyjnych w sferze publicznej:</w:t>
            </w:r>
          </w:p>
          <w:p w:rsidR="00EE0053" w:rsidRPr="00EE0053" w:rsidRDefault="00EE0053" w:rsidP="00A573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przed sądem administracyjnym,</w:t>
            </w:r>
          </w:p>
          <w:p w:rsidR="00EE0053" w:rsidRPr="00EE0053" w:rsidRDefault="00EE0053" w:rsidP="00A573C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w postępowaniu cywilnym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w postępowaniu administracyjnym i przed organem administracji:</w:t>
            </w:r>
          </w:p>
          <w:p w:rsidR="00EE0053" w:rsidRPr="00EE0053" w:rsidRDefault="00EE0053" w:rsidP="00A573C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prowadzące do zawarcia ugody administracyjnej,</w:t>
            </w:r>
          </w:p>
          <w:p w:rsidR="00EE0053" w:rsidRPr="00EE0053" w:rsidRDefault="00EE0053" w:rsidP="00A573CB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prowadzone przy zawieraniu umów regulowanych przepisami prawa materialnego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w świetle prawa karnego i procedury karnej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Komunikacja w procesie negocjacji i mediacji w sferze publicznej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Uwarunkowania procesu negocjacji i mediacji w sferze publicznej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Metody i techniki perswazji oraz wywierania wpływu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Strategie i techniki stosowane w negocjacjach i mediacjach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A57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Sporządzanie dokumentów podczas negocjacji i mediacji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E17BC" w:rsidRPr="00AE17BC" w:rsidRDefault="00AE17BC" w:rsidP="00AE17BC">
      <w:pPr>
        <w:pStyle w:val="Punktygwne"/>
        <w:rPr>
          <w:rFonts w:ascii="Corbel" w:hAnsi="Corbel"/>
          <w:b w:val="0"/>
          <w:sz w:val="20"/>
          <w:szCs w:val="20"/>
        </w:rPr>
      </w:pPr>
      <w:r w:rsidRPr="00AE17BC">
        <w:rPr>
          <w:rFonts w:ascii="Corbel" w:hAnsi="Corbel"/>
          <w:b w:val="0"/>
          <w:sz w:val="20"/>
          <w:szCs w:val="20"/>
        </w:rPr>
        <w:t xml:space="preserve">Wykład: </w:t>
      </w:r>
    </w:p>
    <w:p w:rsidR="00AE17BC" w:rsidRPr="00AE17BC" w:rsidRDefault="00AE17BC" w:rsidP="00AE17BC">
      <w:pPr>
        <w:pStyle w:val="Punktygwne"/>
        <w:rPr>
          <w:rFonts w:ascii="Corbel" w:hAnsi="Corbel"/>
          <w:b w:val="0"/>
          <w:sz w:val="20"/>
          <w:szCs w:val="20"/>
        </w:rPr>
      </w:pPr>
      <w:r w:rsidRPr="00AE17BC">
        <w:rPr>
          <w:rFonts w:ascii="Corbel" w:hAnsi="Corbel"/>
          <w:b w:val="0"/>
          <w:sz w:val="20"/>
          <w:szCs w:val="20"/>
        </w:rPr>
        <w:t>Wykład prezentujący ww. treści merytoryczne wraz z analizą i interpretacją studiów przypadku.</w:t>
      </w:r>
    </w:p>
    <w:p w:rsidR="00AE17BC" w:rsidRDefault="00AE17BC" w:rsidP="00AE17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17BC" w:rsidRPr="00AE17BC" w:rsidRDefault="00AE17BC" w:rsidP="00AE17B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E17BC">
        <w:rPr>
          <w:rFonts w:ascii="Corbel" w:hAnsi="Corbel"/>
          <w:b w:val="0"/>
          <w:szCs w:val="24"/>
        </w:rPr>
        <w:t>Ćwiczenia- prowadzone metodą konwersatoryjną, wymagające samodzielnego uprzedniego zapoznania się z teoretycznymi aspektami zagadnień omawianych na poszczególnych zajęciach. Praca w grupach, analiza przypadków,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E17BC" w:rsidRPr="009C54AE" w:rsidTr="00542760">
        <w:tc>
          <w:tcPr>
            <w:tcW w:w="1962" w:type="dxa"/>
            <w:vAlign w:val="center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573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573C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573CB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</w:t>
            </w:r>
            <w:r w:rsidR="00AE17BC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AE17BC" w:rsidRPr="003F52DA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A573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A573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A573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A573C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16510E" w:rsidRPr="0016510E" w:rsidRDefault="0016510E" w:rsidP="0016510E">
            <w:pPr>
              <w:pStyle w:val="Punktygwne"/>
              <w:rPr>
                <w:rFonts w:ascii="Corbel" w:hAnsi="Corbel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 xml:space="preserve">wykład -  znajomość zagadnień objętych wykładem i literaturą obowiązkową. </w:t>
            </w:r>
          </w:p>
          <w:p w:rsidR="0016510E" w:rsidRPr="0016510E" w:rsidRDefault="0016510E" w:rsidP="0016510E">
            <w:pPr>
              <w:pStyle w:val="Punktygwne"/>
              <w:rPr>
                <w:rFonts w:ascii="Corbel" w:hAnsi="Corbel"/>
                <w:i/>
                <w:szCs w:val="24"/>
              </w:rPr>
            </w:pPr>
            <w:r w:rsidRPr="0016510E">
              <w:rPr>
                <w:rFonts w:ascii="Corbel" w:hAnsi="Corbel"/>
                <w:i/>
                <w:szCs w:val="24"/>
              </w:rPr>
              <w:t>Test składa się z 30 pytań otwartych i jednokrotnego wyboru; maksymalna ilość punktów do zdobycia – 30 pkt. Czas trwania testu – 30 minut.</w:t>
            </w:r>
          </w:p>
          <w:p w:rsidR="0016510E" w:rsidRPr="0016510E" w:rsidRDefault="0016510E" w:rsidP="0016510E">
            <w:pPr>
              <w:pStyle w:val="Punktygwne"/>
              <w:rPr>
                <w:rFonts w:ascii="Corbel" w:hAnsi="Corbel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>ćwiczenia – ocena końcowa  jest wypadkową:</w:t>
            </w:r>
          </w:p>
          <w:p w:rsidR="0016510E" w:rsidRPr="0016510E" w:rsidRDefault="0016510E" w:rsidP="0016510E">
            <w:pPr>
              <w:pStyle w:val="Punktygwne"/>
              <w:rPr>
                <w:rFonts w:ascii="Corbel" w:hAnsi="Corbel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>- aktywności na zajęciach,</w:t>
            </w:r>
          </w:p>
          <w:p w:rsidR="0016510E" w:rsidRPr="0016510E" w:rsidRDefault="0016510E" w:rsidP="0016510E">
            <w:pPr>
              <w:pStyle w:val="Punktygwne"/>
              <w:rPr>
                <w:rFonts w:ascii="Corbel" w:hAnsi="Corbel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>- pracy w grupach,</w:t>
            </w:r>
          </w:p>
          <w:p w:rsidR="0016510E" w:rsidRPr="0016510E" w:rsidRDefault="0016510E" w:rsidP="0016510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 xml:space="preserve">- oceny z kolokwium pisemnego </w:t>
            </w:r>
            <w:r w:rsidR="000E4B18">
              <w:rPr>
                <w:rFonts w:ascii="Corbel" w:hAnsi="Corbel"/>
                <w:szCs w:val="24"/>
              </w:rPr>
              <w:t>(test składa się z 1</w:t>
            </w:r>
            <w:r w:rsidRPr="0016510E">
              <w:rPr>
                <w:rFonts w:ascii="Corbel" w:hAnsi="Corbel"/>
                <w:szCs w:val="24"/>
              </w:rPr>
              <w:t>0 pytań jednokrotnego wyboru;</w:t>
            </w:r>
          </w:p>
          <w:p w:rsidR="0085747A" w:rsidRPr="009C54AE" w:rsidRDefault="0016510E" w:rsidP="0016510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>maksymal</w:t>
            </w:r>
            <w:r w:rsidR="000E4B18">
              <w:rPr>
                <w:rFonts w:ascii="Corbel" w:hAnsi="Corbel"/>
                <w:szCs w:val="24"/>
              </w:rPr>
              <w:t>na liczba punktów do zdobycia: 1</w:t>
            </w:r>
            <w:r w:rsidRPr="0016510E">
              <w:rPr>
                <w:rFonts w:ascii="Corbel" w:hAnsi="Corbel"/>
                <w:szCs w:val="24"/>
              </w:rPr>
              <w:t>0 pkt).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A573C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E8411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E8411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9</w:t>
            </w:r>
            <w:r w:rsidR="009A7635" w:rsidRPr="009A7635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9A7635">
              <w:rPr>
                <w:rFonts w:ascii="Corbel" w:hAnsi="Corbel"/>
                <w:sz w:val="24"/>
                <w:szCs w:val="24"/>
              </w:rPr>
              <w:t>;</w:t>
            </w:r>
            <w:r w:rsidR="009A7635" w:rsidRPr="009A7635">
              <w:rPr>
                <w:sz w:val="18"/>
                <w:szCs w:val="18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Ćwiczenia – 9</w:t>
            </w:r>
            <w:r w:rsidR="009A7635" w:rsidRPr="009A763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A76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635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E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9A7635" w:rsidRPr="009A763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  <w:r w:rsidR="009A7635" w:rsidRPr="009A763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E4B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5374BF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E8411B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5374BF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A76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5374BF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A76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5374BF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374BF">
        <w:trPr>
          <w:trHeight w:val="397"/>
        </w:trPr>
        <w:tc>
          <w:tcPr>
            <w:tcW w:w="7513" w:type="dxa"/>
          </w:tcPr>
          <w:p w:rsidR="0085747A" w:rsidRPr="005374B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374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A7635" w:rsidRDefault="009A763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="009A7635" w:rsidRPr="009A7635" w:rsidRDefault="009A7635" w:rsidP="005374BF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76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="00E841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</w:t>
            </w:r>
            <w:r w:rsidRPr="009A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 red. E. </w:t>
            </w:r>
            <w:proofErr w:type="spellStart"/>
            <w:r w:rsidRPr="009A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Gmurzyńskiej</w:t>
            </w:r>
            <w:proofErr w:type="spellEnd"/>
            <w:r w:rsidRPr="009A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R. Morka. Warszawa 2018.</w:t>
            </w:r>
          </w:p>
          <w:p w:rsidR="009A7635" w:rsidRDefault="009A7635" w:rsidP="005374BF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9A7635">
              <w:rPr>
                <w:rFonts w:ascii="Corbel" w:hAnsi="Corbel"/>
                <w:b w:val="0"/>
                <w:color w:val="000000"/>
                <w:szCs w:val="24"/>
              </w:rPr>
              <w:t>Tabernacka</w:t>
            </w:r>
            <w:proofErr w:type="spellEnd"/>
            <w:r w:rsidRPr="009A7635">
              <w:rPr>
                <w:rFonts w:ascii="Corbel" w:hAnsi="Corbel"/>
                <w:b w:val="0"/>
                <w:color w:val="000000"/>
                <w:szCs w:val="24"/>
              </w:rPr>
              <w:t xml:space="preserve"> M.: </w:t>
            </w:r>
            <w:r w:rsidRPr="009A7635">
              <w:rPr>
                <w:rFonts w:ascii="Corbel" w:hAnsi="Corbel"/>
                <w:b w:val="0"/>
                <w:i/>
                <w:color w:val="000000"/>
                <w:szCs w:val="24"/>
              </w:rPr>
              <w:t>Negocjacje i mediacje w sferze publicznej</w:t>
            </w:r>
            <w:r w:rsidRPr="009A7635">
              <w:rPr>
                <w:rFonts w:ascii="Corbel" w:hAnsi="Corbel"/>
                <w:b w:val="0"/>
                <w:color w:val="000000"/>
                <w:szCs w:val="24"/>
              </w:rPr>
              <w:t>. Warszawa 2018.</w:t>
            </w:r>
          </w:p>
          <w:p w:rsidR="009A7635" w:rsidRPr="009A7635" w:rsidRDefault="009A7635" w:rsidP="005374BF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rPr>
                <w:rFonts w:ascii="Corbel" w:hAnsi="Corbel"/>
                <w:b w:val="0"/>
                <w:color w:val="000000"/>
                <w:szCs w:val="24"/>
              </w:rPr>
            </w:pPr>
            <w:r w:rsidRPr="009A7635">
              <w:rPr>
                <w:rFonts w:ascii="Corbel" w:hAnsi="Corbel"/>
                <w:b w:val="0"/>
                <w:color w:val="000000"/>
                <w:szCs w:val="24"/>
              </w:rPr>
              <w:t>Zarys metodyki pracy mediatora w sprawach cywilnych. Pod red. A. Arkuszewskiej i J. Plisa. Warszawa 2014.</w:t>
            </w:r>
          </w:p>
          <w:p w:rsidR="009A7635" w:rsidRPr="009A7635" w:rsidRDefault="009A7635" w:rsidP="005374BF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9A7635">
              <w:rPr>
                <w:rFonts w:ascii="Corbel" w:hAnsi="Corbel"/>
                <w:b w:val="0"/>
                <w:color w:val="000000"/>
                <w:szCs w:val="24"/>
              </w:rPr>
              <w:t>Benedikt</w:t>
            </w:r>
            <w:proofErr w:type="spellEnd"/>
            <w:r w:rsidRPr="009A7635">
              <w:rPr>
                <w:rFonts w:ascii="Corbel" w:hAnsi="Corbel"/>
                <w:b w:val="0"/>
                <w:color w:val="000000"/>
                <w:szCs w:val="24"/>
              </w:rPr>
              <w:t xml:space="preserve"> A.: Negocjacje i mediacje w administracji. Wrocław 2006.</w:t>
            </w:r>
          </w:p>
          <w:p w:rsidR="005374BF" w:rsidRPr="005374BF" w:rsidRDefault="009A7635" w:rsidP="005374BF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rPr>
                <w:rFonts w:ascii="Corbel" w:hAnsi="Corbel"/>
                <w:b w:val="0"/>
                <w:color w:val="000000"/>
                <w:szCs w:val="24"/>
              </w:rPr>
            </w:pPr>
            <w:r w:rsidRPr="009A7635">
              <w:rPr>
                <w:rFonts w:ascii="Corbel" w:hAnsi="Corbel"/>
                <w:b w:val="0"/>
                <w:color w:val="000000"/>
                <w:szCs w:val="24"/>
              </w:rPr>
              <w:t>Kmieciak Z.: Mediacja i koncyliacja w prawie administracyjnym. Kraków 2004.</w:t>
            </w:r>
          </w:p>
        </w:tc>
      </w:tr>
      <w:tr w:rsidR="0085747A" w:rsidRPr="009C54AE" w:rsidTr="005374BF">
        <w:trPr>
          <w:trHeight w:val="397"/>
        </w:trPr>
        <w:tc>
          <w:tcPr>
            <w:tcW w:w="7513" w:type="dxa"/>
          </w:tcPr>
          <w:p w:rsidR="0085747A" w:rsidRPr="005374BF" w:rsidRDefault="0085747A" w:rsidP="005374B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374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7635" w:rsidRPr="009A7635" w:rsidRDefault="009A7635" w:rsidP="005374BF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7635">
              <w:rPr>
                <w:rFonts w:ascii="Corbel" w:hAnsi="Corbel"/>
                <w:b w:val="0"/>
                <w:szCs w:val="24"/>
              </w:rPr>
              <w:t>Bargiel-Matusewicz K.:</w:t>
            </w:r>
            <w:r w:rsidRPr="009A7635">
              <w:rPr>
                <w:rFonts w:ascii="Corbel" w:hAnsi="Corbel"/>
                <w:b w:val="0"/>
                <w:i/>
                <w:szCs w:val="24"/>
              </w:rPr>
              <w:t xml:space="preserve"> Negocjacje i mediacje</w:t>
            </w:r>
            <w:r w:rsidRPr="009A7635">
              <w:rPr>
                <w:rFonts w:ascii="Corbel" w:hAnsi="Corbel"/>
                <w:b w:val="0"/>
                <w:szCs w:val="24"/>
              </w:rPr>
              <w:t>. Warszawa 2007.</w:t>
            </w:r>
          </w:p>
          <w:p w:rsidR="009A7635" w:rsidRPr="009A7635" w:rsidRDefault="009A7635" w:rsidP="005374BF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A7635">
              <w:rPr>
                <w:rFonts w:ascii="Corbel" w:hAnsi="Corbel"/>
                <w:b w:val="0"/>
                <w:szCs w:val="24"/>
              </w:rPr>
              <w:t>Cialdini</w:t>
            </w:r>
            <w:proofErr w:type="spellEnd"/>
            <w:r w:rsidRPr="009A7635">
              <w:rPr>
                <w:rFonts w:ascii="Corbel" w:hAnsi="Corbel"/>
                <w:b w:val="0"/>
                <w:szCs w:val="24"/>
              </w:rPr>
              <w:t xml:space="preserve"> R.: </w:t>
            </w:r>
            <w:r w:rsidRPr="009A7635">
              <w:rPr>
                <w:rFonts w:ascii="Corbel" w:hAnsi="Corbel"/>
                <w:b w:val="0"/>
                <w:i/>
                <w:szCs w:val="24"/>
              </w:rPr>
              <w:t>Wywieranie wpływu na ludzi</w:t>
            </w:r>
            <w:r w:rsidRPr="009A7635">
              <w:rPr>
                <w:rFonts w:ascii="Corbel" w:hAnsi="Corbel"/>
                <w:b w:val="0"/>
                <w:szCs w:val="24"/>
              </w:rPr>
              <w:t>. Gdańsk 1994.</w:t>
            </w:r>
          </w:p>
          <w:p w:rsidR="009A7635" w:rsidRPr="009A7635" w:rsidRDefault="009A7635" w:rsidP="005374BF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7635">
              <w:rPr>
                <w:rFonts w:ascii="Corbel" w:hAnsi="Corbel"/>
                <w:b w:val="0"/>
                <w:szCs w:val="24"/>
              </w:rPr>
              <w:t xml:space="preserve">Dawson R.: </w:t>
            </w:r>
            <w:r w:rsidRPr="009A7635">
              <w:rPr>
                <w:rFonts w:ascii="Corbel" w:hAnsi="Corbel"/>
                <w:b w:val="0"/>
                <w:i/>
                <w:szCs w:val="24"/>
              </w:rPr>
              <w:t>Sekrety udanych negocjacji</w:t>
            </w:r>
            <w:r w:rsidRPr="009A7635">
              <w:rPr>
                <w:rFonts w:ascii="Corbel" w:hAnsi="Corbel"/>
                <w:b w:val="0"/>
                <w:szCs w:val="24"/>
              </w:rPr>
              <w:t>. Poznań 1999.</w:t>
            </w:r>
          </w:p>
          <w:p w:rsidR="009A7635" w:rsidRPr="009A7635" w:rsidRDefault="009A7635" w:rsidP="005374BF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7635">
              <w:rPr>
                <w:rFonts w:ascii="Corbel" w:hAnsi="Corbel"/>
                <w:b w:val="0"/>
                <w:szCs w:val="24"/>
              </w:rPr>
              <w:t>Doliński D.:</w:t>
            </w:r>
            <w:r w:rsidRPr="009A7635">
              <w:rPr>
                <w:rFonts w:ascii="Corbel" w:hAnsi="Corbel"/>
                <w:b w:val="0"/>
                <w:i/>
                <w:szCs w:val="24"/>
              </w:rPr>
              <w:t xml:space="preserve"> Techniki wpływu społecznego</w:t>
            </w:r>
            <w:r w:rsidRPr="009A7635">
              <w:rPr>
                <w:rFonts w:ascii="Corbel" w:hAnsi="Corbel"/>
                <w:b w:val="0"/>
                <w:szCs w:val="24"/>
              </w:rPr>
              <w:t>. Warszawa 2006.</w:t>
            </w:r>
          </w:p>
          <w:p w:rsidR="009A7635" w:rsidRPr="005374BF" w:rsidRDefault="009A7635" w:rsidP="005374BF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szCs w:val="24"/>
              </w:rPr>
            </w:pPr>
            <w:proofErr w:type="spellStart"/>
            <w:r w:rsidRPr="009A7635">
              <w:rPr>
                <w:rFonts w:ascii="Corbel" w:hAnsi="Corbel"/>
                <w:b w:val="0"/>
                <w:szCs w:val="24"/>
              </w:rPr>
              <w:t>Winch</w:t>
            </w:r>
            <w:proofErr w:type="spellEnd"/>
            <w:r w:rsidRPr="009A7635">
              <w:rPr>
                <w:rFonts w:ascii="Corbel" w:hAnsi="Corbel"/>
                <w:b w:val="0"/>
                <w:szCs w:val="24"/>
              </w:rPr>
              <w:t xml:space="preserve"> A., </w:t>
            </w:r>
            <w:proofErr w:type="spellStart"/>
            <w:r w:rsidRPr="009A7635">
              <w:rPr>
                <w:rFonts w:ascii="Corbel" w:hAnsi="Corbel"/>
                <w:b w:val="0"/>
                <w:szCs w:val="24"/>
              </w:rPr>
              <w:t>Winch</w:t>
            </w:r>
            <w:proofErr w:type="spellEnd"/>
            <w:r w:rsidRPr="009A7635">
              <w:rPr>
                <w:rFonts w:ascii="Corbel" w:hAnsi="Corbel"/>
                <w:b w:val="0"/>
                <w:szCs w:val="24"/>
              </w:rPr>
              <w:t xml:space="preserve"> S.: </w:t>
            </w:r>
            <w:r w:rsidRPr="009A7635">
              <w:rPr>
                <w:rFonts w:ascii="Corbel" w:hAnsi="Corbel"/>
                <w:b w:val="0"/>
                <w:i/>
                <w:szCs w:val="24"/>
              </w:rPr>
              <w:t>Negocjacje</w:t>
            </w:r>
            <w:r w:rsidRPr="009A7635">
              <w:rPr>
                <w:rFonts w:ascii="Corbel" w:hAnsi="Corbel"/>
                <w:b w:val="0"/>
                <w:szCs w:val="24"/>
              </w:rPr>
              <w:t>. Wyd. 2 Warszawa 2010</w:t>
            </w:r>
            <w:r w:rsidRPr="009A7635">
              <w:rPr>
                <w:rFonts w:ascii="Corbel" w:hAnsi="Corbel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74EBB">
      <w:pgSz w:w="11906" w:h="16838"/>
      <w:pgMar w:top="568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4F8" w:rsidRDefault="00F264F8" w:rsidP="00C16ABF">
      <w:pPr>
        <w:spacing w:after="0" w:line="240" w:lineRule="auto"/>
      </w:pPr>
      <w:r>
        <w:separator/>
      </w:r>
    </w:p>
  </w:endnote>
  <w:endnote w:type="continuationSeparator" w:id="0">
    <w:p w:rsidR="00F264F8" w:rsidRDefault="00F264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4F8" w:rsidRDefault="00F264F8" w:rsidP="00C16ABF">
      <w:pPr>
        <w:spacing w:after="0" w:line="240" w:lineRule="auto"/>
      </w:pPr>
      <w:r>
        <w:separator/>
      </w:r>
    </w:p>
  </w:footnote>
  <w:footnote w:type="continuationSeparator" w:id="0">
    <w:p w:rsidR="00F264F8" w:rsidRDefault="00F264F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A380B"/>
    <w:multiLevelType w:val="hybridMultilevel"/>
    <w:tmpl w:val="7E68C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2047D"/>
    <w:multiLevelType w:val="hybridMultilevel"/>
    <w:tmpl w:val="14880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F32B50"/>
    <w:multiLevelType w:val="hybridMultilevel"/>
    <w:tmpl w:val="6FB4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42CCD"/>
    <w:multiLevelType w:val="hybridMultilevel"/>
    <w:tmpl w:val="3A346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5681D"/>
    <w:multiLevelType w:val="hybridMultilevel"/>
    <w:tmpl w:val="B8BECF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9E24D4"/>
    <w:multiLevelType w:val="hybridMultilevel"/>
    <w:tmpl w:val="46660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7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B18"/>
    <w:rsid w:val="000F1C57"/>
    <w:rsid w:val="000F5615"/>
    <w:rsid w:val="00124BFF"/>
    <w:rsid w:val="0012560E"/>
    <w:rsid w:val="00127108"/>
    <w:rsid w:val="00134B13"/>
    <w:rsid w:val="001350AD"/>
    <w:rsid w:val="00146BC0"/>
    <w:rsid w:val="00153C41"/>
    <w:rsid w:val="00154381"/>
    <w:rsid w:val="001640A7"/>
    <w:rsid w:val="00164FA7"/>
    <w:rsid w:val="0016510E"/>
    <w:rsid w:val="00166A03"/>
    <w:rsid w:val="001718A7"/>
    <w:rsid w:val="001737CF"/>
    <w:rsid w:val="00174EBB"/>
    <w:rsid w:val="00176083"/>
    <w:rsid w:val="00192F37"/>
    <w:rsid w:val="001A70D2"/>
    <w:rsid w:val="001B1FE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D6A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09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2C61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DE7"/>
    <w:rsid w:val="0050496F"/>
    <w:rsid w:val="00513B6F"/>
    <w:rsid w:val="00517C63"/>
    <w:rsid w:val="005363C4"/>
    <w:rsid w:val="00536BDE"/>
    <w:rsid w:val="005374BF"/>
    <w:rsid w:val="00543ACC"/>
    <w:rsid w:val="005513A6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194"/>
    <w:rsid w:val="007A6E6E"/>
    <w:rsid w:val="007C3299"/>
    <w:rsid w:val="007C3BCC"/>
    <w:rsid w:val="007C4546"/>
    <w:rsid w:val="007D6E56"/>
    <w:rsid w:val="007F4155"/>
    <w:rsid w:val="0080294E"/>
    <w:rsid w:val="0081554D"/>
    <w:rsid w:val="0081707E"/>
    <w:rsid w:val="008449B3"/>
    <w:rsid w:val="0085747A"/>
    <w:rsid w:val="00884922"/>
    <w:rsid w:val="00885F64"/>
    <w:rsid w:val="008873D8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2"/>
    <w:rsid w:val="008F6E29"/>
    <w:rsid w:val="00916188"/>
    <w:rsid w:val="00923D7D"/>
    <w:rsid w:val="009508DF"/>
    <w:rsid w:val="00950DAC"/>
    <w:rsid w:val="00954A07"/>
    <w:rsid w:val="009731B0"/>
    <w:rsid w:val="00997F14"/>
    <w:rsid w:val="009A7635"/>
    <w:rsid w:val="009A78D9"/>
    <w:rsid w:val="009C3E31"/>
    <w:rsid w:val="009C54AE"/>
    <w:rsid w:val="009C788E"/>
    <w:rsid w:val="009E3B41"/>
    <w:rsid w:val="009E4D3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3CB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7BC"/>
    <w:rsid w:val="00AE203C"/>
    <w:rsid w:val="00AE2E74"/>
    <w:rsid w:val="00AE5FCB"/>
    <w:rsid w:val="00AF2C1E"/>
    <w:rsid w:val="00B06142"/>
    <w:rsid w:val="00B07899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9C6"/>
    <w:rsid w:val="00C67E92"/>
    <w:rsid w:val="00C70A26"/>
    <w:rsid w:val="00C766DF"/>
    <w:rsid w:val="00C9340B"/>
    <w:rsid w:val="00C94B98"/>
    <w:rsid w:val="00C950F6"/>
    <w:rsid w:val="00CA2B96"/>
    <w:rsid w:val="00CA5089"/>
    <w:rsid w:val="00CC3070"/>
    <w:rsid w:val="00CD6897"/>
    <w:rsid w:val="00CE5BAC"/>
    <w:rsid w:val="00CF25BE"/>
    <w:rsid w:val="00CF78ED"/>
    <w:rsid w:val="00D02B25"/>
    <w:rsid w:val="00D02EBA"/>
    <w:rsid w:val="00D0324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11B"/>
    <w:rsid w:val="00E960BB"/>
    <w:rsid w:val="00EA2074"/>
    <w:rsid w:val="00EA4832"/>
    <w:rsid w:val="00EA4E9D"/>
    <w:rsid w:val="00EC4899"/>
    <w:rsid w:val="00ED03AB"/>
    <w:rsid w:val="00ED32D2"/>
    <w:rsid w:val="00EE0053"/>
    <w:rsid w:val="00EE32DE"/>
    <w:rsid w:val="00EE5457"/>
    <w:rsid w:val="00F070AB"/>
    <w:rsid w:val="00F17567"/>
    <w:rsid w:val="00F264F8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4342"/>
    <w:rsid w:val="00FD503F"/>
    <w:rsid w:val="00FD703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FB8C"/>
  <w15:docId w15:val="{374E86EA-0E8D-41F6-A5FB-4318BA61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2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6B86D-0FD6-4B54-88E3-0FE1A3308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1308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2021-04-14T11:00:00Z</dcterms:created>
  <dcterms:modified xsi:type="dcterms:W3CDTF">2021-08-23T06:33:00Z</dcterms:modified>
</cp:coreProperties>
</file>